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4F52DDC1" w:rsidR="00000047" w:rsidRPr="001F29AA" w:rsidRDefault="006B3DBF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315072" wp14:editId="5B7BEDE8">
            <wp:simplePos x="0" y="0"/>
            <wp:positionH relativeFrom="column">
              <wp:posOffset>4447868</wp:posOffset>
            </wp:positionH>
            <wp:positionV relativeFrom="paragraph">
              <wp:posOffset>647700</wp:posOffset>
            </wp:positionV>
            <wp:extent cx="1813548" cy="1205916"/>
            <wp:effectExtent l="0" t="0" r="3175" b="635"/>
            <wp:wrapNone/>
            <wp:docPr id="2140094242" name="Image 2" descr="Fichier:Biron laboratoire.jpg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OSNsaJ36IJbjkdUP8qG4kAQ_141" descr="Fichier:Biron laboratoire.jpg — Wikipé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48" cy="120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</w:p>
    <w:p w14:paraId="12FC46CD" w14:textId="259806BE" w:rsidR="00A55842" w:rsidRPr="00B6730A" w:rsidRDefault="006B3DBF" w:rsidP="00000047">
      <w:pPr>
        <w:pStyle w:val="Activity1"/>
        <w:rPr>
          <w:sz w:val="36"/>
          <w:szCs w:val="36"/>
        </w:rPr>
      </w:pPr>
      <w:r w:rsidRPr="00B6730A">
        <w:rPr>
          <w:sz w:val="36"/>
          <w:szCs w:val="36"/>
          <w:lang w:val="en-US"/>
        </w:rPr>
        <w:t>Forensics</w:t>
      </w:r>
      <w:r w:rsidRPr="00B6730A">
        <w:rPr>
          <w:sz w:val="36"/>
          <w:szCs w:val="36"/>
        </w:rPr>
        <w:t xml:space="preserve"> </w:t>
      </w:r>
      <w:r w:rsidR="00A55842" w:rsidRPr="00B6730A">
        <w:rPr>
          <w:sz w:val="36"/>
          <w:szCs w:val="36"/>
        </w:rPr>
        <w:t>scientist</w:t>
      </w:r>
    </w:p>
    <w:p w14:paraId="273FE277" w14:textId="6BE38899" w:rsidR="00000047" w:rsidRPr="001F29AA" w:rsidRDefault="006B3DBF" w:rsidP="00000047">
      <w:pPr>
        <w:pStyle w:val="Activity1"/>
        <w:rPr>
          <w:lang w:val="en-US"/>
        </w:rPr>
      </w:pPr>
      <w:r>
        <w:fldChar w:fldCharType="begin"/>
      </w:r>
      <w:r>
        <w:instrText xml:space="preserve"> INCLUDEPICTURE "/Users/cecile/Library/Group Containers/UBF8T346G9.ms/WebArchiveCopyPasteTempFiles/com.microsoft.Word/Z" \* MERGEFORMATINET </w:instrText>
      </w:r>
      <w:r>
        <w:fldChar w:fldCharType="separate"/>
      </w:r>
      <w:r>
        <w:fldChar w:fldCharType="end"/>
      </w:r>
    </w:p>
    <w:p w14:paraId="4538100C" w14:textId="006B12AD" w:rsidR="00782AB0" w:rsidRPr="00241456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97222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736FDC7A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  <w:tr w:rsidR="00597222" w:rsidRPr="00FA415F" w14:paraId="67C87344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D8D2215" w14:textId="14FE91B8" w:rsidR="00D40550" w:rsidRPr="00FA415F" w:rsidRDefault="00A55842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police scientifique</w:t>
            </w:r>
          </w:p>
        </w:tc>
        <w:tc>
          <w:tcPr>
            <w:tcW w:w="2500" w:type="pct"/>
          </w:tcPr>
          <w:p w14:paraId="5A6174BE" w14:textId="2C0F27F8" w:rsidR="00D40550" w:rsidRPr="00FA415F" w:rsidRDefault="00A55842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forensics / crime scene investigation</w:t>
            </w:r>
          </w:p>
        </w:tc>
      </w:tr>
      <w:tr w:rsidR="00597222" w:rsidRPr="00597222" w14:paraId="2FCC2C2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0FFAD42B" w14:textId="0000A5B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professionnelles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24AA2EA5" w14:textId="09400D2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professional skills / work skills</w:t>
            </w:r>
          </w:p>
        </w:tc>
      </w:tr>
      <w:tr w:rsidR="00597222" w:rsidRPr="00597222" w14:paraId="77E72C69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46C7E269" w14:textId="2DC1DA9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D45C017" w14:textId="0428B6A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597222" w:rsidRPr="00597222" w14:paraId="0CE5899B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25F2820B" w14:textId="104CA7F3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62A902B0" w14:textId="45478913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04F7BBE3" w14:textId="40B690E9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A9FB44C" w14:textId="1A5B292B" w:rsidR="00EE3BB0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BD4C710" w14:textId="4108370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597222" w:rsidRPr="00597222" w14:paraId="58740606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6B5791E1" w14:textId="10E84C4F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5CDCBC26" w14:textId="4E3FD0F2" w:rsidR="005573E9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1B2AEA87" w14:textId="268AE51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training period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trainee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597222" w:rsidRPr="00597222" w14:paraId="5085C064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617EADE" w14:textId="20EE3A4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0E9A4CEC" w14:textId="4BF2546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597222" w:rsidRPr="00597222" w14:paraId="6FEE018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3632A12F" w14:textId="2633941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BTS 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F5E4E48" w14:textId="02595A7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two-year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two-year degree / an associate’s degree</w:t>
            </w:r>
          </w:p>
        </w:tc>
      </w:tr>
      <w:tr w:rsidR="00597222" w:rsidRPr="00597222" w14:paraId="3F6DD9EE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18BED040" w14:textId="3F85914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IUT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BUT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B47E01E" w14:textId="384D40E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  <w:r w:rsidR="00AA665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</w:t>
            </w:r>
          </w:p>
        </w:tc>
      </w:tr>
      <w:tr w:rsidR="00597222" w:rsidRPr="00597222" w14:paraId="207B491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44E630A" w14:textId="076651D0" w:rsidR="00597222" w:rsidRPr="00597222" w:rsidRDefault="0018045E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3A5FD4" w14:textId="1FE81D9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597222" w:rsidRPr="00597222" w14:paraId="05039106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34B0DC8A" w14:textId="26CBBD1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00096F68" w14:textId="18A967E6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597222" w:rsidRPr="00597222" w14:paraId="370DBAE3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4DF350C" w14:textId="4693550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3202F8C0" w14:textId="14AFC18F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ork overtime /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to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 extra hours</w:t>
            </w:r>
          </w:p>
        </w:tc>
      </w:tr>
      <w:tr w:rsidR="00597222" w:rsidRPr="00597222" w14:paraId="17729279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4C767D7" w14:textId="06759CC2" w:rsidR="00597222" w:rsidRPr="00597222" w:rsidRDefault="00241456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10E760A0" w14:textId="14D9052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597222" w:rsidRPr="00597222" w14:paraId="0E58ACCB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169F637" w14:textId="692B680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79174FAE" w14:textId="1528AC0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conditions</w:t>
            </w:r>
          </w:p>
        </w:tc>
      </w:tr>
      <w:tr w:rsidR="00597222" w:rsidRPr="00597222" w14:paraId="009D3038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AE98E7B" w14:textId="4A9D9CF5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D0C015D" w14:textId="2B91522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C31ADC" w:rsidRPr="00597222" w14:paraId="09BA8C13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94F8952" w14:textId="341B5637" w:rsidR="00C31ADC" w:rsidRPr="00655B32" w:rsidRDefault="00655B32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concours d’entrée</w:t>
            </w:r>
          </w:p>
        </w:tc>
        <w:tc>
          <w:tcPr>
            <w:tcW w:w="2500" w:type="pct"/>
          </w:tcPr>
          <w:p w14:paraId="6B53D260" w14:textId="5134D900" w:rsidR="00C31ADC" w:rsidRPr="00655B32" w:rsidRDefault="00655B32" w:rsidP="00C31ADC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national certification exam</w:t>
            </w:r>
          </w:p>
        </w:tc>
      </w:tr>
      <w:tr w:rsidR="00F51AE0" w:rsidRPr="00597222" w14:paraId="5D30B47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8381A7" w14:textId="06147085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val="en-US" w:eastAsia="fr-FR"/>
              </w:rPr>
              <w:t>grades</w:t>
            </w:r>
          </w:p>
        </w:tc>
        <w:tc>
          <w:tcPr>
            <w:tcW w:w="2500" w:type="pct"/>
          </w:tcPr>
          <w:p w14:paraId="2B11993E" w14:textId="3C7395BA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eastAsia="fr-FR"/>
              </w:rPr>
              <w:t xml:space="preserve">ranks </w:t>
            </w:r>
          </w:p>
        </w:tc>
      </w:tr>
      <w:tr w:rsidR="00F51AE0" w:rsidRPr="00220346" w14:paraId="266E7485" w14:textId="77777777" w:rsidTr="004A116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18CAD85" w14:textId="79F98D01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val="en-US" w:eastAsia="fr-FR"/>
              </w:rPr>
              <w:t>rigueur / organisation</w:t>
            </w:r>
          </w:p>
        </w:tc>
        <w:tc>
          <w:tcPr>
            <w:tcW w:w="2500" w:type="pct"/>
          </w:tcPr>
          <w:p w14:paraId="7CE98A60" w14:textId="32F0A24B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val="en-US" w:eastAsia="fr-FR"/>
              </w:rPr>
              <w:t>rigor, discipline</w:t>
            </w:r>
            <w:r w:rsidR="00F177CD">
              <w:rPr>
                <w:rFonts w:cstheme="minorHAnsi"/>
                <w:noProof/>
                <w:color w:val="000000"/>
                <w:lang w:val="en-US" w:eastAsia="fr-FR"/>
              </w:rPr>
              <w:t xml:space="preserve"> </w:t>
            </w:r>
            <w:r w:rsidRPr="00655B32">
              <w:rPr>
                <w:rFonts w:cstheme="minorHAnsi"/>
                <w:noProof/>
                <w:color w:val="000000"/>
                <w:lang w:val="en-US" w:eastAsia="fr-FR"/>
              </w:rPr>
              <w:t>/ organisation</w:t>
            </w:r>
          </w:p>
        </w:tc>
      </w:tr>
      <w:tr w:rsidR="00F51AE0" w:rsidRPr="009052BB" w14:paraId="20030CC2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535988" w14:textId="2CA4889C" w:rsidR="00F51AE0" w:rsidRPr="00655B32" w:rsidRDefault="00F177CD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la </w:t>
            </w:r>
            <w:r w:rsidR="00655B32" w:rsidRPr="00655B32">
              <w:rPr>
                <w:rFonts w:cstheme="minorHAnsi"/>
                <w:noProof/>
                <w:color w:val="000000"/>
                <w:lang w:val="en-US" w:eastAsia="fr-FR"/>
              </w:rPr>
              <w:t>loi</w:t>
            </w:r>
          </w:p>
        </w:tc>
        <w:tc>
          <w:tcPr>
            <w:tcW w:w="2500" w:type="pct"/>
          </w:tcPr>
          <w:p w14:paraId="739E6E86" w14:textId="2E9CC029" w:rsidR="00F51AE0" w:rsidRPr="00655B32" w:rsidRDefault="00F177CD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the </w:t>
            </w:r>
            <w:r w:rsidR="00655B32" w:rsidRPr="00655B32">
              <w:rPr>
                <w:rFonts w:cstheme="minorHAnsi"/>
                <w:noProof/>
                <w:color w:val="000000"/>
                <w:lang w:val="en-US" w:eastAsia="fr-FR"/>
              </w:rPr>
              <w:t>law</w:t>
            </w:r>
          </w:p>
        </w:tc>
      </w:tr>
      <w:tr w:rsidR="00F51AE0" w:rsidRPr="009052BB" w14:paraId="3976D716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00D2E8B" w14:textId="7A18DC83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val="en-US" w:eastAsia="fr-FR"/>
              </w:rPr>
              <w:t>faire des analyses</w:t>
            </w:r>
          </w:p>
        </w:tc>
        <w:tc>
          <w:tcPr>
            <w:tcW w:w="2500" w:type="pct"/>
          </w:tcPr>
          <w:p w14:paraId="04BF4997" w14:textId="0AD827C9" w:rsidR="00F51AE0" w:rsidRPr="00655B32" w:rsidRDefault="00F177CD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655B32" w:rsidRPr="00655B32">
              <w:rPr>
                <w:rFonts w:cstheme="minorHAnsi"/>
                <w:noProof/>
                <w:color w:val="000000"/>
                <w:lang w:val="en-US" w:eastAsia="fr-FR"/>
              </w:rPr>
              <w:t xml:space="preserve">test / </w:t>
            </w: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655B32" w:rsidRPr="00655B32">
              <w:rPr>
                <w:rFonts w:cstheme="minorHAnsi"/>
                <w:noProof/>
                <w:color w:val="000000"/>
                <w:lang w:val="en-US" w:eastAsia="fr-FR"/>
              </w:rPr>
              <w:t>analyse</w:t>
            </w:r>
          </w:p>
        </w:tc>
      </w:tr>
      <w:tr w:rsidR="00F51AE0" w:rsidRPr="009052BB" w14:paraId="09677C2E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F26276F" w14:textId="671CD40A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eastAsia="fr-FR"/>
              </w:rPr>
              <w:t xml:space="preserve">rédiger un rapport, </w:t>
            </w:r>
            <w:r w:rsidR="005D13C0">
              <w:rPr>
                <w:rFonts w:cstheme="minorHAnsi"/>
                <w:noProof/>
                <w:color w:val="000000"/>
                <w:lang w:eastAsia="fr-FR"/>
              </w:rPr>
              <w:t>un</w:t>
            </w:r>
            <w:r w:rsidRPr="00655B32">
              <w:rPr>
                <w:rFonts w:cstheme="minorHAnsi"/>
                <w:noProof/>
                <w:color w:val="000000"/>
                <w:lang w:eastAsia="fr-FR"/>
              </w:rPr>
              <w:t xml:space="preserve"> procès verba</w:t>
            </w:r>
            <w:r w:rsidR="005D13C0">
              <w:rPr>
                <w:rFonts w:cstheme="minorHAnsi"/>
                <w:noProof/>
                <w:color w:val="000000"/>
                <w:lang w:eastAsia="fr-FR"/>
              </w:rPr>
              <w:t>l</w:t>
            </w:r>
          </w:p>
        </w:tc>
        <w:tc>
          <w:tcPr>
            <w:tcW w:w="2500" w:type="pct"/>
          </w:tcPr>
          <w:p w14:paraId="15C388E5" w14:textId="19A7252E" w:rsidR="00F51AE0" w:rsidRPr="00655B32" w:rsidRDefault="005D13C0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GB" w:eastAsia="fr-FR"/>
              </w:rPr>
              <w:t xml:space="preserve">to </w:t>
            </w:r>
            <w:r w:rsidR="00655B32" w:rsidRPr="00655B32">
              <w:rPr>
                <w:rFonts w:cstheme="minorHAnsi"/>
                <w:noProof/>
                <w:color w:val="000000"/>
                <w:lang w:val="en-GB" w:eastAsia="fr-FR"/>
              </w:rPr>
              <w:t>write up a report / a transcript</w:t>
            </w:r>
          </w:p>
        </w:tc>
      </w:tr>
      <w:tr w:rsidR="00F51AE0" w:rsidRPr="009052BB" w14:paraId="11BDCCEA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213B305" w14:textId="1C3812FB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val="en-US" w:eastAsia="fr-FR"/>
              </w:rPr>
              <w:t>conduire une enquête</w:t>
            </w:r>
          </w:p>
        </w:tc>
        <w:tc>
          <w:tcPr>
            <w:tcW w:w="2500" w:type="pct"/>
          </w:tcPr>
          <w:p w14:paraId="28C7BD81" w14:textId="2119A1C7" w:rsidR="00F51AE0" w:rsidRPr="00655B32" w:rsidRDefault="005D13C0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655B32" w:rsidRPr="00655B32">
              <w:rPr>
                <w:rFonts w:cstheme="minorHAnsi"/>
                <w:noProof/>
                <w:color w:val="000000"/>
                <w:lang w:val="en-US" w:eastAsia="fr-FR"/>
              </w:rPr>
              <w:t>carry out an investigation</w:t>
            </w:r>
          </w:p>
        </w:tc>
      </w:tr>
      <w:tr w:rsidR="00F51AE0" w:rsidRPr="009052BB" w14:paraId="5DD5F4EA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96AF8B0" w14:textId="75F5D107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val="en-US" w:eastAsia="fr-FR"/>
              </w:rPr>
              <w:t>effectuer des démarches administratives</w:t>
            </w:r>
          </w:p>
        </w:tc>
        <w:tc>
          <w:tcPr>
            <w:tcW w:w="2500" w:type="pct"/>
          </w:tcPr>
          <w:p w14:paraId="57D33CF2" w14:textId="7C7E3AF9" w:rsidR="00F51AE0" w:rsidRPr="00655B32" w:rsidRDefault="003A0D91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655B32" w:rsidRPr="00655B32">
              <w:rPr>
                <w:rFonts w:cstheme="minorHAnsi"/>
                <w:noProof/>
                <w:color w:val="000000"/>
                <w:lang w:val="en-US" w:eastAsia="fr-FR"/>
              </w:rPr>
              <w:t>complete administrative formalities</w:t>
            </w:r>
          </w:p>
        </w:tc>
      </w:tr>
      <w:tr w:rsidR="00F51AE0" w:rsidRPr="009052BB" w14:paraId="6B774294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7421AF83" w14:textId="1724CDFA" w:rsidR="00F51AE0" w:rsidRPr="00655B32" w:rsidRDefault="00655B32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655B32">
              <w:rPr>
                <w:rFonts w:cstheme="minorHAnsi"/>
                <w:noProof/>
                <w:color w:val="000000"/>
                <w:lang w:eastAsia="fr-FR"/>
              </w:rPr>
              <w:t>coordonner et encadrer une équipe</w:t>
            </w:r>
          </w:p>
        </w:tc>
        <w:tc>
          <w:tcPr>
            <w:tcW w:w="2500" w:type="pct"/>
          </w:tcPr>
          <w:p w14:paraId="4B57341E" w14:textId="310AC12C" w:rsidR="00F51AE0" w:rsidRPr="00655B32" w:rsidRDefault="003A0D91" w:rsidP="00F51AE0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GB" w:eastAsia="fr-FR"/>
              </w:rPr>
              <w:t xml:space="preserve">to </w:t>
            </w:r>
            <w:r w:rsidR="00655B32" w:rsidRPr="00655B32">
              <w:rPr>
                <w:rFonts w:cstheme="minorHAnsi"/>
                <w:noProof/>
                <w:color w:val="000000"/>
                <w:lang w:val="en-GB" w:eastAsia="fr-FR"/>
              </w:rPr>
              <w:t>coordinate and manage a team</w:t>
            </w:r>
          </w:p>
        </w:tc>
      </w:tr>
    </w:tbl>
    <w:p w14:paraId="38F71733" w14:textId="1ED97DE6" w:rsidR="00647BD1" w:rsidRPr="00597222" w:rsidRDefault="00647BD1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647BD1" w:rsidRPr="00597222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38998" w14:textId="77777777" w:rsidR="00422AD4" w:rsidRDefault="00422AD4" w:rsidP="00B84075">
      <w:pPr>
        <w:spacing w:line="240" w:lineRule="auto"/>
      </w:pPr>
      <w:r>
        <w:separator/>
      </w:r>
    </w:p>
    <w:p w14:paraId="43928B4C" w14:textId="77777777" w:rsidR="00422AD4" w:rsidRDefault="00422AD4"/>
    <w:p w14:paraId="67F6BED8" w14:textId="77777777" w:rsidR="00422AD4" w:rsidRDefault="00422AD4"/>
  </w:endnote>
  <w:endnote w:type="continuationSeparator" w:id="0">
    <w:p w14:paraId="4149A6AB" w14:textId="77777777" w:rsidR="00422AD4" w:rsidRDefault="00422AD4" w:rsidP="00B84075">
      <w:pPr>
        <w:spacing w:line="240" w:lineRule="auto"/>
      </w:pPr>
      <w:r>
        <w:continuationSeparator/>
      </w:r>
    </w:p>
    <w:p w14:paraId="418BC856" w14:textId="77777777" w:rsidR="00422AD4" w:rsidRDefault="00422AD4"/>
    <w:p w14:paraId="2A916741" w14:textId="77777777" w:rsidR="00422AD4" w:rsidRDefault="00422A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1BE73" w14:textId="77777777" w:rsidR="00422AD4" w:rsidRDefault="00422AD4" w:rsidP="00B84075">
      <w:pPr>
        <w:spacing w:line="240" w:lineRule="auto"/>
      </w:pPr>
      <w:r>
        <w:separator/>
      </w:r>
    </w:p>
    <w:p w14:paraId="5024214F" w14:textId="77777777" w:rsidR="00422AD4" w:rsidRDefault="00422AD4"/>
    <w:p w14:paraId="151EC43F" w14:textId="77777777" w:rsidR="00422AD4" w:rsidRDefault="00422AD4"/>
  </w:footnote>
  <w:footnote w:type="continuationSeparator" w:id="0">
    <w:p w14:paraId="42570519" w14:textId="77777777" w:rsidR="00422AD4" w:rsidRDefault="00422AD4" w:rsidP="00B84075">
      <w:pPr>
        <w:spacing w:line="240" w:lineRule="auto"/>
      </w:pPr>
      <w:r>
        <w:continuationSeparator/>
      </w:r>
    </w:p>
    <w:p w14:paraId="1F6B5CBC" w14:textId="77777777" w:rsidR="00422AD4" w:rsidRDefault="00422AD4"/>
    <w:p w14:paraId="74D16B2A" w14:textId="77777777" w:rsidR="00422AD4" w:rsidRDefault="00422A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0C2F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4AC7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045E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034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456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7EA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0AB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5647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0D91"/>
    <w:rsid w:val="003A1529"/>
    <w:rsid w:val="003A225E"/>
    <w:rsid w:val="003A2BE9"/>
    <w:rsid w:val="003A30AE"/>
    <w:rsid w:val="003A5D13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36DD"/>
    <w:rsid w:val="00404128"/>
    <w:rsid w:val="00404AB5"/>
    <w:rsid w:val="004054DB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2AD4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8D0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6B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A8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13C0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59DC"/>
    <w:rsid w:val="00655B32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9A5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3DBF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198B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2BB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51BE"/>
    <w:rsid w:val="009359CD"/>
    <w:rsid w:val="00935BC6"/>
    <w:rsid w:val="00935E24"/>
    <w:rsid w:val="009362C8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6A2E"/>
    <w:rsid w:val="009872CB"/>
    <w:rsid w:val="00987AE6"/>
    <w:rsid w:val="00987F5E"/>
    <w:rsid w:val="0099028E"/>
    <w:rsid w:val="00990CDE"/>
    <w:rsid w:val="00992BFF"/>
    <w:rsid w:val="0099303D"/>
    <w:rsid w:val="00993C7F"/>
    <w:rsid w:val="00995803"/>
    <w:rsid w:val="00995B69"/>
    <w:rsid w:val="009967C8"/>
    <w:rsid w:val="009969F8"/>
    <w:rsid w:val="00996A53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629"/>
    <w:rsid w:val="009D0E6E"/>
    <w:rsid w:val="009D2683"/>
    <w:rsid w:val="009D3AC6"/>
    <w:rsid w:val="009D3FDC"/>
    <w:rsid w:val="009D459F"/>
    <w:rsid w:val="009D5685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842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AE1"/>
    <w:rsid w:val="00A80BD0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656"/>
    <w:rsid w:val="00AA6BDB"/>
    <w:rsid w:val="00AA72D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017E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5CD"/>
    <w:rsid w:val="00B059E1"/>
    <w:rsid w:val="00B0603C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1F43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6730A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ADC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6175"/>
    <w:rsid w:val="00CD6C71"/>
    <w:rsid w:val="00CD6D1F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550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037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87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177CD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AE0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15F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C0A"/>
    <w:rsid w:val="00FB1DD2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4777"/>
    <w:rsid w:val="00FC4883"/>
    <w:rsid w:val="00FC59E6"/>
    <w:rsid w:val="00FC6063"/>
    <w:rsid w:val="00FC608A"/>
    <w:rsid w:val="00FC72A0"/>
    <w:rsid w:val="00FC7ED4"/>
    <w:rsid w:val="00FC7F9B"/>
    <w:rsid w:val="00FD063C"/>
    <w:rsid w:val="00FD08A0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306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306</cp:revision>
  <dcterms:created xsi:type="dcterms:W3CDTF">2018-10-24T18:58:00Z</dcterms:created>
  <dcterms:modified xsi:type="dcterms:W3CDTF">2025-07-07T19:56:00Z</dcterms:modified>
</cp:coreProperties>
</file>